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4A" w:rsidRDefault="0073684A" w:rsidP="0073684A">
      <w:pPr>
        <w:pStyle w:val="Heading1"/>
      </w:pPr>
      <w:r>
        <w:t>Appendix</w:t>
      </w:r>
    </w:p>
    <w:p w:rsidR="0073684A" w:rsidRDefault="0073684A" w:rsidP="009C138F">
      <w:pPr>
        <w:pStyle w:val="Heading2"/>
      </w:pPr>
    </w:p>
    <w:p w:rsidR="0073684A" w:rsidRDefault="0073684A" w:rsidP="009C138F">
      <w:pPr>
        <w:pStyle w:val="Heading2"/>
      </w:pPr>
    </w:p>
    <w:p w:rsidR="009C138F" w:rsidRDefault="009C138F" w:rsidP="009C138F">
      <w:pPr>
        <w:pStyle w:val="Heading2"/>
      </w:pPr>
      <w:r>
        <w:t>NOTE 1:</w:t>
      </w:r>
    </w:p>
    <w:p w:rsidR="009C138F" w:rsidRDefault="00923334" w:rsidP="008B7476">
      <w:pPr>
        <w:pStyle w:val="Heading2"/>
      </w:pPr>
      <w:r>
        <w:rPr>
          <w:noProof/>
          <w:lang w:val="en-US"/>
        </w:rPr>
        <w:drawing>
          <wp:inline distT="0" distB="0" distL="0" distR="0">
            <wp:extent cx="5838825" cy="21336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84A" w:rsidRDefault="0073684A" w:rsidP="008B7476">
      <w:pPr>
        <w:pStyle w:val="Heading2"/>
      </w:pPr>
    </w:p>
    <w:p w:rsidR="0073684A" w:rsidRDefault="0073684A" w:rsidP="008B7476">
      <w:pPr>
        <w:pStyle w:val="Heading2"/>
      </w:pPr>
    </w:p>
    <w:p w:rsidR="0073684A" w:rsidRDefault="0073684A" w:rsidP="008B7476">
      <w:pPr>
        <w:pStyle w:val="Heading2"/>
      </w:pPr>
      <w:bookmarkStart w:id="0" w:name="_GoBack"/>
      <w:bookmarkEnd w:id="0"/>
    </w:p>
    <w:p w:rsidR="0073684A" w:rsidRDefault="0073684A" w:rsidP="008B7476">
      <w:pPr>
        <w:pStyle w:val="Heading2"/>
      </w:pPr>
    </w:p>
    <w:p w:rsidR="008B7476" w:rsidRDefault="008B7476" w:rsidP="008B7476">
      <w:pPr>
        <w:pStyle w:val="Heading2"/>
      </w:pPr>
      <w:r>
        <w:t>NOTE</w:t>
      </w:r>
      <w:r w:rsidR="009C138F">
        <w:t xml:space="preserve"> 2</w:t>
      </w:r>
      <w:r>
        <w:t>:</w:t>
      </w:r>
    </w:p>
    <w:p w:rsidR="008B7476" w:rsidRPr="00893647" w:rsidRDefault="008B7476" w:rsidP="003D7007">
      <w:r>
        <w:rPr>
          <w:noProof/>
          <w:lang w:val="en-US"/>
        </w:rPr>
        <w:drawing>
          <wp:inline distT="0" distB="0" distL="0" distR="0" wp14:anchorId="4AA5D6A0" wp14:editId="62457AAA">
            <wp:extent cx="5343525" cy="3313995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6991" cy="3322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7476" w:rsidRPr="00893647" w:rsidSect="00F56128">
      <w:headerReference w:type="default" r:id="rId10"/>
      <w:footerReference w:type="default" r:id="rId11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D98" w:rsidRDefault="00984D98" w:rsidP="00A11118">
      <w:r>
        <w:separator/>
      </w:r>
    </w:p>
  </w:endnote>
  <w:endnote w:type="continuationSeparator" w:id="0">
    <w:p w:rsidR="00984D98" w:rsidRDefault="00984D98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28"/>
      <w:gridCol w:w="2962"/>
      <w:gridCol w:w="2464"/>
    </w:tblGrid>
    <w:tr w:rsidR="00B93783" w:rsidTr="00B93783">
      <w:trPr>
        <w:cantSplit/>
      </w:trPr>
      <w:tc>
        <w:tcPr>
          <w:tcW w:w="4428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</w:tr>
    <w:tr w:rsidR="00B93783" w:rsidTr="00B93783">
      <w:trPr>
        <w:cantSplit/>
      </w:trPr>
      <w:tc>
        <w:tcPr>
          <w:tcW w:w="4428" w:type="dxa"/>
        </w:tcPr>
        <w:p w:rsidR="00B93783" w:rsidRPr="00591785" w:rsidRDefault="00B93783" w:rsidP="00B93783">
          <w:pPr>
            <w:pStyle w:val="Footer"/>
            <w:rPr>
              <w:sz w:val="16"/>
              <w:lang w:val="en-US"/>
            </w:rPr>
          </w:pPr>
          <w:r w:rsidRPr="00591785">
            <w:rPr>
              <w:sz w:val="16"/>
              <w:lang w:val="en-US"/>
            </w:rPr>
            <w:t>Te</w:t>
          </w:r>
          <w:r>
            <w:rPr>
              <w:sz w:val="16"/>
              <w:lang w:val="en-US"/>
            </w:rPr>
            <w:t>st Project for Skill 05</w:t>
          </w:r>
        </w:p>
        <w:p w:rsidR="00B93783" w:rsidRPr="00591785" w:rsidRDefault="00A83F10" w:rsidP="00B93783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WS2013_TP05_M4</w:t>
          </w:r>
          <w:r w:rsidR="00B93783" w:rsidRPr="00591785">
            <w:rPr>
              <w:sz w:val="16"/>
              <w:lang w:val="de-DE"/>
            </w:rPr>
            <w:t>_EN</w:t>
          </w:r>
        </w:p>
      </w:tc>
      <w:tc>
        <w:tcPr>
          <w:tcW w:w="2962" w:type="dxa"/>
        </w:tcPr>
        <w:p w:rsidR="00B93783" w:rsidRPr="00127BA6" w:rsidRDefault="00B93783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1.3</w:t>
          </w:r>
        </w:p>
        <w:p w:rsidR="00B93783" w:rsidRPr="00127BA6" w:rsidRDefault="00A83F10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17/06/2013</w:t>
          </w:r>
        </w:p>
      </w:tc>
      <w:tc>
        <w:tcPr>
          <w:tcW w:w="2464" w:type="dxa"/>
        </w:tcPr>
        <w:p w:rsidR="00B93783" w:rsidRPr="00127BA6" w:rsidRDefault="00B93783" w:rsidP="00B93783">
          <w:pPr>
            <w:pStyle w:val="Footer"/>
            <w:jc w:val="right"/>
            <w:rPr>
              <w:rStyle w:val="PageNumber"/>
              <w:lang w:val="fr-FR"/>
            </w:rPr>
          </w:pPr>
        </w:p>
        <w:p w:rsidR="00B93783" w:rsidRDefault="00D7095E" w:rsidP="00B93783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2C5A5F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2C5A5F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:rsidR="00B93783" w:rsidRPr="000A556C" w:rsidRDefault="00B93783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D98" w:rsidRDefault="00984D98" w:rsidP="00A11118">
      <w:r>
        <w:separator/>
      </w:r>
    </w:p>
  </w:footnote>
  <w:footnote w:type="continuationSeparator" w:id="0">
    <w:p w:rsidR="00984D98" w:rsidRDefault="00984D98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83" w:rsidRDefault="00A83F10" w:rsidP="00FA3DFA">
    <w:pPr>
      <w:pStyle w:val="Header"/>
    </w:pPr>
    <w:r>
      <w:rPr>
        <w:noProof/>
        <w:lang w:val="en-US"/>
      </w:rPr>
      <w:t xml:space="preserve">                        </w:t>
    </w:r>
    <w:r w:rsidR="00B93783">
      <w:t xml:space="preserve">                                                                                                                            </w:t>
    </w:r>
    <w:r w:rsidR="00B93783">
      <w:rPr>
        <w:noProof/>
        <w:lang w:val="en-US"/>
      </w:rPr>
      <w:drawing>
        <wp:inline distT="0" distB="0" distL="0" distR="0" wp14:anchorId="659EA912" wp14:editId="12C90E74">
          <wp:extent cx="859536" cy="740664"/>
          <wp:effectExtent l="19050" t="0" r="0" b="0"/>
          <wp:docPr id="1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55E5"/>
    <w:multiLevelType w:val="hybridMultilevel"/>
    <w:tmpl w:val="EADC9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94682"/>
    <w:multiLevelType w:val="hybridMultilevel"/>
    <w:tmpl w:val="4F8058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BD2DC4"/>
    <w:multiLevelType w:val="hybridMultilevel"/>
    <w:tmpl w:val="E05A8F2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F62F01"/>
    <w:multiLevelType w:val="hybridMultilevel"/>
    <w:tmpl w:val="EF9A6C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BF197E"/>
    <w:multiLevelType w:val="hybridMultilevel"/>
    <w:tmpl w:val="8B2A40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5B616C"/>
    <w:multiLevelType w:val="hybridMultilevel"/>
    <w:tmpl w:val="593CC444"/>
    <w:lvl w:ilvl="0" w:tplc="B4A6FC6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261ECE"/>
    <w:multiLevelType w:val="hybridMultilevel"/>
    <w:tmpl w:val="D49E5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8D4B01"/>
    <w:multiLevelType w:val="hybridMultilevel"/>
    <w:tmpl w:val="4F4C673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D7B8C"/>
    <w:multiLevelType w:val="hybridMultilevel"/>
    <w:tmpl w:val="BEF8DA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171AF"/>
    <w:multiLevelType w:val="hybridMultilevel"/>
    <w:tmpl w:val="8B2A40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8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532FE"/>
    <w:multiLevelType w:val="hybridMultilevel"/>
    <w:tmpl w:val="DC8C843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104F9"/>
    <w:multiLevelType w:val="hybridMultilevel"/>
    <w:tmpl w:val="C7EC1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CD01744"/>
    <w:multiLevelType w:val="hybridMultilevel"/>
    <w:tmpl w:val="81AE7C7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4343A"/>
    <w:multiLevelType w:val="hybridMultilevel"/>
    <w:tmpl w:val="AA423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92BF8"/>
    <w:multiLevelType w:val="hybridMultilevel"/>
    <w:tmpl w:val="8CA62B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5D3171"/>
    <w:multiLevelType w:val="hybridMultilevel"/>
    <w:tmpl w:val="4F4C673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B5DB3"/>
    <w:multiLevelType w:val="hybridMultilevel"/>
    <w:tmpl w:val="89AAB71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C505A"/>
    <w:multiLevelType w:val="hybridMultilevel"/>
    <w:tmpl w:val="47E450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D7528B"/>
    <w:multiLevelType w:val="hybridMultilevel"/>
    <w:tmpl w:val="D7A43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4"/>
  </w:num>
  <w:num w:numId="4">
    <w:abstractNumId w:val="30"/>
  </w:num>
  <w:num w:numId="5">
    <w:abstractNumId w:val="16"/>
  </w:num>
  <w:num w:numId="6">
    <w:abstractNumId w:val="11"/>
  </w:num>
  <w:num w:numId="7">
    <w:abstractNumId w:val="17"/>
  </w:num>
  <w:num w:numId="8">
    <w:abstractNumId w:val="28"/>
  </w:num>
  <w:num w:numId="9">
    <w:abstractNumId w:val="0"/>
  </w:num>
  <w:num w:numId="10">
    <w:abstractNumId w:val="9"/>
  </w:num>
  <w:num w:numId="11">
    <w:abstractNumId w:val="22"/>
  </w:num>
  <w:num w:numId="12">
    <w:abstractNumId w:val="18"/>
  </w:num>
  <w:num w:numId="13">
    <w:abstractNumId w:val="7"/>
  </w:num>
  <w:num w:numId="14">
    <w:abstractNumId w:val="26"/>
  </w:num>
  <w:num w:numId="15">
    <w:abstractNumId w:val="30"/>
  </w:num>
  <w:num w:numId="16">
    <w:abstractNumId w:val="30"/>
    <w:lvlOverride w:ilvl="0">
      <w:startOverride w:val="1"/>
    </w:lvlOverride>
  </w:num>
  <w:num w:numId="17">
    <w:abstractNumId w:val="30"/>
  </w:num>
  <w:num w:numId="18">
    <w:abstractNumId w:val="30"/>
    <w:lvlOverride w:ilvl="0">
      <w:startOverride w:val="1"/>
    </w:lvlOverride>
  </w:num>
  <w:num w:numId="19">
    <w:abstractNumId w:val="30"/>
  </w:num>
  <w:num w:numId="20">
    <w:abstractNumId w:val="2"/>
  </w:num>
  <w:num w:numId="21">
    <w:abstractNumId w:val="30"/>
  </w:num>
  <w:num w:numId="22">
    <w:abstractNumId w:val="30"/>
  </w:num>
  <w:num w:numId="23">
    <w:abstractNumId w:val="30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5"/>
  </w:num>
  <w:num w:numId="27">
    <w:abstractNumId w:val="25"/>
  </w:num>
  <w:num w:numId="28">
    <w:abstractNumId w:val="31"/>
  </w:num>
  <w:num w:numId="29">
    <w:abstractNumId w:val="27"/>
  </w:num>
  <w:num w:numId="30">
    <w:abstractNumId w:val="19"/>
  </w:num>
  <w:num w:numId="31">
    <w:abstractNumId w:val="23"/>
  </w:num>
  <w:num w:numId="32">
    <w:abstractNumId w:val="1"/>
  </w:num>
  <w:num w:numId="33">
    <w:abstractNumId w:val="30"/>
    <w:lvlOverride w:ilvl="0">
      <w:startOverride w:val="1"/>
    </w:lvlOverride>
  </w:num>
  <w:num w:numId="34">
    <w:abstractNumId w:val="14"/>
  </w:num>
  <w:num w:numId="35">
    <w:abstractNumId w:val="32"/>
  </w:num>
  <w:num w:numId="36">
    <w:abstractNumId w:val="3"/>
  </w:num>
  <w:num w:numId="37">
    <w:abstractNumId w:val="21"/>
  </w:num>
  <w:num w:numId="38">
    <w:abstractNumId w:val="4"/>
  </w:num>
  <w:num w:numId="39">
    <w:abstractNumId w:val="13"/>
  </w:num>
  <w:num w:numId="40">
    <w:abstractNumId w:val="29"/>
  </w:num>
  <w:num w:numId="41">
    <w:abstractNumId w:val="6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6"/>
    <w:rsid w:val="000001CA"/>
    <w:rsid w:val="00004C40"/>
    <w:rsid w:val="00013491"/>
    <w:rsid w:val="000166A1"/>
    <w:rsid w:val="00020DA2"/>
    <w:rsid w:val="00031207"/>
    <w:rsid w:val="00036997"/>
    <w:rsid w:val="00052E98"/>
    <w:rsid w:val="000532E9"/>
    <w:rsid w:val="00056C38"/>
    <w:rsid w:val="00064874"/>
    <w:rsid w:val="00077928"/>
    <w:rsid w:val="0008174C"/>
    <w:rsid w:val="00082A61"/>
    <w:rsid w:val="0008779D"/>
    <w:rsid w:val="000A28EC"/>
    <w:rsid w:val="000A4F5E"/>
    <w:rsid w:val="000A57FD"/>
    <w:rsid w:val="000C4C1D"/>
    <w:rsid w:val="000D5066"/>
    <w:rsid w:val="000E5425"/>
    <w:rsid w:val="000E656B"/>
    <w:rsid w:val="000F7D4F"/>
    <w:rsid w:val="00101895"/>
    <w:rsid w:val="001025AE"/>
    <w:rsid w:val="00107903"/>
    <w:rsid w:val="00110754"/>
    <w:rsid w:val="0011241F"/>
    <w:rsid w:val="00113080"/>
    <w:rsid w:val="00125D7F"/>
    <w:rsid w:val="00130C4F"/>
    <w:rsid w:val="00132D51"/>
    <w:rsid w:val="00133997"/>
    <w:rsid w:val="00141280"/>
    <w:rsid w:val="00142793"/>
    <w:rsid w:val="001435DC"/>
    <w:rsid w:val="0015151B"/>
    <w:rsid w:val="00155C6B"/>
    <w:rsid w:val="0016070B"/>
    <w:rsid w:val="00162DC1"/>
    <w:rsid w:val="001637D4"/>
    <w:rsid w:val="00164042"/>
    <w:rsid w:val="00171DEC"/>
    <w:rsid w:val="001733FB"/>
    <w:rsid w:val="00184AA2"/>
    <w:rsid w:val="00193406"/>
    <w:rsid w:val="001957A8"/>
    <w:rsid w:val="001A0F5B"/>
    <w:rsid w:val="001A1C16"/>
    <w:rsid w:val="001B5B51"/>
    <w:rsid w:val="001C0600"/>
    <w:rsid w:val="001C2928"/>
    <w:rsid w:val="001C4455"/>
    <w:rsid w:val="001C6A88"/>
    <w:rsid w:val="001D0531"/>
    <w:rsid w:val="001D5EA7"/>
    <w:rsid w:val="001D64DB"/>
    <w:rsid w:val="001D7D3F"/>
    <w:rsid w:val="001E261D"/>
    <w:rsid w:val="0021063C"/>
    <w:rsid w:val="00217F9C"/>
    <w:rsid w:val="0022312B"/>
    <w:rsid w:val="00223A71"/>
    <w:rsid w:val="0022481E"/>
    <w:rsid w:val="0023080E"/>
    <w:rsid w:val="00233E7D"/>
    <w:rsid w:val="0023436B"/>
    <w:rsid w:val="00236793"/>
    <w:rsid w:val="00241563"/>
    <w:rsid w:val="00243872"/>
    <w:rsid w:val="00244E16"/>
    <w:rsid w:val="00251950"/>
    <w:rsid w:val="00254D2A"/>
    <w:rsid w:val="00255DC8"/>
    <w:rsid w:val="00261F87"/>
    <w:rsid w:val="00262CA9"/>
    <w:rsid w:val="002645DB"/>
    <w:rsid w:val="0026504A"/>
    <w:rsid w:val="00271759"/>
    <w:rsid w:val="00274B16"/>
    <w:rsid w:val="0028524B"/>
    <w:rsid w:val="00285E45"/>
    <w:rsid w:val="00287305"/>
    <w:rsid w:val="002A3A20"/>
    <w:rsid w:val="002A7615"/>
    <w:rsid w:val="002B47A2"/>
    <w:rsid w:val="002C5A5F"/>
    <w:rsid w:val="002F0C03"/>
    <w:rsid w:val="002F3239"/>
    <w:rsid w:val="00301173"/>
    <w:rsid w:val="00302F65"/>
    <w:rsid w:val="003122CB"/>
    <w:rsid w:val="00327031"/>
    <w:rsid w:val="00341205"/>
    <w:rsid w:val="0034328E"/>
    <w:rsid w:val="00344F2E"/>
    <w:rsid w:val="00350402"/>
    <w:rsid w:val="00353872"/>
    <w:rsid w:val="003577CE"/>
    <w:rsid w:val="00363CFC"/>
    <w:rsid w:val="00364CAC"/>
    <w:rsid w:val="003667A5"/>
    <w:rsid w:val="00367BDE"/>
    <w:rsid w:val="00382F78"/>
    <w:rsid w:val="00385B17"/>
    <w:rsid w:val="00390223"/>
    <w:rsid w:val="00395211"/>
    <w:rsid w:val="00396865"/>
    <w:rsid w:val="003A6952"/>
    <w:rsid w:val="003B090A"/>
    <w:rsid w:val="003D3041"/>
    <w:rsid w:val="003D6160"/>
    <w:rsid w:val="003D7007"/>
    <w:rsid w:val="003E026A"/>
    <w:rsid w:val="003E14EF"/>
    <w:rsid w:val="003E5EC2"/>
    <w:rsid w:val="003E6FD0"/>
    <w:rsid w:val="003E7395"/>
    <w:rsid w:val="003F1A26"/>
    <w:rsid w:val="003F1B71"/>
    <w:rsid w:val="003F5773"/>
    <w:rsid w:val="003F6CE0"/>
    <w:rsid w:val="00413B08"/>
    <w:rsid w:val="00426C75"/>
    <w:rsid w:val="00427043"/>
    <w:rsid w:val="00430AFC"/>
    <w:rsid w:val="00442D74"/>
    <w:rsid w:val="0046523A"/>
    <w:rsid w:val="00466FEA"/>
    <w:rsid w:val="004743EC"/>
    <w:rsid w:val="00481A0A"/>
    <w:rsid w:val="00483A3F"/>
    <w:rsid w:val="004904E9"/>
    <w:rsid w:val="004932D4"/>
    <w:rsid w:val="004A1AE5"/>
    <w:rsid w:val="004A511B"/>
    <w:rsid w:val="004B221A"/>
    <w:rsid w:val="004B44D6"/>
    <w:rsid w:val="004C2C36"/>
    <w:rsid w:val="004D1429"/>
    <w:rsid w:val="004E1A09"/>
    <w:rsid w:val="004E380F"/>
    <w:rsid w:val="004E64E4"/>
    <w:rsid w:val="004E78CB"/>
    <w:rsid w:val="004F0152"/>
    <w:rsid w:val="004F23C2"/>
    <w:rsid w:val="004F54EB"/>
    <w:rsid w:val="00500D36"/>
    <w:rsid w:val="005205B1"/>
    <w:rsid w:val="00525D5D"/>
    <w:rsid w:val="00532B37"/>
    <w:rsid w:val="00535865"/>
    <w:rsid w:val="00543F6C"/>
    <w:rsid w:val="00544BE0"/>
    <w:rsid w:val="00546611"/>
    <w:rsid w:val="00546836"/>
    <w:rsid w:val="00553294"/>
    <w:rsid w:val="0056224F"/>
    <w:rsid w:val="005630DE"/>
    <w:rsid w:val="00563350"/>
    <w:rsid w:val="005642D1"/>
    <w:rsid w:val="005644E8"/>
    <w:rsid w:val="005720A4"/>
    <w:rsid w:val="00583BEE"/>
    <w:rsid w:val="0058489C"/>
    <w:rsid w:val="0058625A"/>
    <w:rsid w:val="00587452"/>
    <w:rsid w:val="005943DD"/>
    <w:rsid w:val="00594D2D"/>
    <w:rsid w:val="005A2A3D"/>
    <w:rsid w:val="005A7230"/>
    <w:rsid w:val="005C0DB4"/>
    <w:rsid w:val="005C1FA9"/>
    <w:rsid w:val="005C383A"/>
    <w:rsid w:val="005C7BB7"/>
    <w:rsid w:val="005D753F"/>
    <w:rsid w:val="005E22F4"/>
    <w:rsid w:val="005E5788"/>
    <w:rsid w:val="005F210C"/>
    <w:rsid w:val="005F633A"/>
    <w:rsid w:val="005F7D28"/>
    <w:rsid w:val="00603907"/>
    <w:rsid w:val="006054EB"/>
    <w:rsid w:val="00610954"/>
    <w:rsid w:val="00615547"/>
    <w:rsid w:val="00620E4F"/>
    <w:rsid w:val="006219C8"/>
    <w:rsid w:val="00637D60"/>
    <w:rsid w:val="006727DB"/>
    <w:rsid w:val="00677960"/>
    <w:rsid w:val="00681BF4"/>
    <w:rsid w:val="00683CCA"/>
    <w:rsid w:val="00694292"/>
    <w:rsid w:val="006A07CF"/>
    <w:rsid w:val="006A1E87"/>
    <w:rsid w:val="006B4D89"/>
    <w:rsid w:val="006B6B3A"/>
    <w:rsid w:val="006B7209"/>
    <w:rsid w:val="006C6DA0"/>
    <w:rsid w:val="006D263B"/>
    <w:rsid w:val="006E6967"/>
    <w:rsid w:val="006E7CB6"/>
    <w:rsid w:val="006E7CD7"/>
    <w:rsid w:val="006F1241"/>
    <w:rsid w:val="006F6C24"/>
    <w:rsid w:val="006F6FB5"/>
    <w:rsid w:val="007019CD"/>
    <w:rsid w:val="007048B9"/>
    <w:rsid w:val="00706CF3"/>
    <w:rsid w:val="00707AC1"/>
    <w:rsid w:val="0071434F"/>
    <w:rsid w:val="00724654"/>
    <w:rsid w:val="007324DF"/>
    <w:rsid w:val="0073530F"/>
    <w:rsid w:val="0073684A"/>
    <w:rsid w:val="00736E00"/>
    <w:rsid w:val="007433D6"/>
    <w:rsid w:val="007665AF"/>
    <w:rsid w:val="00772E0D"/>
    <w:rsid w:val="00782098"/>
    <w:rsid w:val="007952FD"/>
    <w:rsid w:val="00797BEC"/>
    <w:rsid w:val="007A372D"/>
    <w:rsid w:val="007B1825"/>
    <w:rsid w:val="007B462A"/>
    <w:rsid w:val="007B546D"/>
    <w:rsid w:val="007B7D8F"/>
    <w:rsid w:val="007C3C31"/>
    <w:rsid w:val="007D466D"/>
    <w:rsid w:val="007E3F64"/>
    <w:rsid w:val="007E50C5"/>
    <w:rsid w:val="007F2695"/>
    <w:rsid w:val="007F3526"/>
    <w:rsid w:val="00801801"/>
    <w:rsid w:val="00803FD9"/>
    <w:rsid w:val="00804752"/>
    <w:rsid w:val="008064CA"/>
    <w:rsid w:val="0082082C"/>
    <w:rsid w:val="00821A7D"/>
    <w:rsid w:val="00827285"/>
    <w:rsid w:val="008272A6"/>
    <w:rsid w:val="008332C2"/>
    <w:rsid w:val="00834C03"/>
    <w:rsid w:val="00837264"/>
    <w:rsid w:val="008402CF"/>
    <w:rsid w:val="008425BE"/>
    <w:rsid w:val="00842EDE"/>
    <w:rsid w:val="00846480"/>
    <w:rsid w:val="00850C9F"/>
    <w:rsid w:val="008532A4"/>
    <w:rsid w:val="00861CB8"/>
    <w:rsid w:val="00882512"/>
    <w:rsid w:val="00886257"/>
    <w:rsid w:val="00891363"/>
    <w:rsid w:val="00893647"/>
    <w:rsid w:val="00894773"/>
    <w:rsid w:val="008A2586"/>
    <w:rsid w:val="008A475F"/>
    <w:rsid w:val="008A6352"/>
    <w:rsid w:val="008B5F48"/>
    <w:rsid w:val="008B7476"/>
    <w:rsid w:val="008C6816"/>
    <w:rsid w:val="008C7134"/>
    <w:rsid w:val="008E4615"/>
    <w:rsid w:val="008E46E0"/>
    <w:rsid w:val="008F12A8"/>
    <w:rsid w:val="008F54D0"/>
    <w:rsid w:val="008F756F"/>
    <w:rsid w:val="0090466D"/>
    <w:rsid w:val="00912677"/>
    <w:rsid w:val="00915C8D"/>
    <w:rsid w:val="009179DE"/>
    <w:rsid w:val="00923334"/>
    <w:rsid w:val="009244FE"/>
    <w:rsid w:val="00936EB6"/>
    <w:rsid w:val="00942CAA"/>
    <w:rsid w:val="00943174"/>
    <w:rsid w:val="00944D49"/>
    <w:rsid w:val="00944D7B"/>
    <w:rsid w:val="00950D88"/>
    <w:rsid w:val="00950F5C"/>
    <w:rsid w:val="00963161"/>
    <w:rsid w:val="009670A7"/>
    <w:rsid w:val="0096799B"/>
    <w:rsid w:val="00972FA5"/>
    <w:rsid w:val="0098123B"/>
    <w:rsid w:val="00984D98"/>
    <w:rsid w:val="009915AD"/>
    <w:rsid w:val="00997389"/>
    <w:rsid w:val="009A3A2D"/>
    <w:rsid w:val="009B52D1"/>
    <w:rsid w:val="009C0F18"/>
    <w:rsid w:val="009C138F"/>
    <w:rsid w:val="009C687F"/>
    <w:rsid w:val="009D7652"/>
    <w:rsid w:val="009E699F"/>
    <w:rsid w:val="009F3A44"/>
    <w:rsid w:val="009F3FF5"/>
    <w:rsid w:val="00A02A45"/>
    <w:rsid w:val="00A02EED"/>
    <w:rsid w:val="00A0556A"/>
    <w:rsid w:val="00A108EA"/>
    <w:rsid w:val="00A11118"/>
    <w:rsid w:val="00A15EB5"/>
    <w:rsid w:val="00A17E4F"/>
    <w:rsid w:val="00A220F9"/>
    <w:rsid w:val="00A22991"/>
    <w:rsid w:val="00A43DED"/>
    <w:rsid w:val="00A5158C"/>
    <w:rsid w:val="00A55DF3"/>
    <w:rsid w:val="00A62FDC"/>
    <w:rsid w:val="00A63BEF"/>
    <w:rsid w:val="00A71FE7"/>
    <w:rsid w:val="00A7232A"/>
    <w:rsid w:val="00A74B6B"/>
    <w:rsid w:val="00A835ED"/>
    <w:rsid w:val="00A83F10"/>
    <w:rsid w:val="00A874E4"/>
    <w:rsid w:val="00A90EBC"/>
    <w:rsid w:val="00A97A27"/>
    <w:rsid w:val="00AA25ED"/>
    <w:rsid w:val="00AA3AD8"/>
    <w:rsid w:val="00AB0F8E"/>
    <w:rsid w:val="00AB1806"/>
    <w:rsid w:val="00AB4CAE"/>
    <w:rsid w:val="00AB4D1F"/>
    <w:rsid w:val="00AB4F95"/>
    <w:rsid w:val="00AF3171"/>
    <w:rsid w:val="00AF5AB2"/>
    <w:rsid w:val="00B101AE"/>
    <w:rsid w:val="00B11D6A"/>
    <w:rsid w:val="00B24DF9"/>
    <w:rsid w:val="00B30F35"/>
    <w:rsid w:val="00B4157B"/>
    <w:rsid w:val="00B43EBA"/>
    <w:rsid w:val="00B5072C"/>
    <w:rsid w:val="00B51C08"/>
    <w:rsid w:val="00B5385F"/>
    <w:rsid w:val="00B53B79"/>
    <w:rsid w:val="00B544DE"/>
    <w:rsid w:val="00B574E1"/>
    <w:rsid w:val="00B73180"/>
    <w:rsid w:val="00B8096E"/>
    <w:rsid w:val="00B81225"/>
    <w:rsid w:val="00B82861"/>
    <w:rsid w:val="00B82F94"/>
    <w:rsid w:val="00B9155B"/>
    <w:rsid w:val="00B93783"/>
    <w:rsid w:val="00B95131"/>
    <w:rsid w:val="00B95E36"/>
    <w:rsid w:val="00BA41A9"/>
    <w:rsid w:val="00BA6B2D"/>
    <w:rsid w:val="00BB4854"/>
    <w:rsid w:val="00BB7B4A"/>
    <w:rsid w:val="00BC1F14"/>
    <w:rsid w:val="00BD04A0"/>
    <w:rsid w:val="00BD3311"/>
    <w:rsid w:val="00BE58A0"/>
    <w:rsid w:val="00BE59B7"/>
    <w:rsid w:val="00BF5937"/>
    <w:rsid w:val="00BF7491"/>
    <w:rsid w:val="00C154AC"/>
    <w:rsid w:val="00C3214B"/>
    <w:rsid w:val="00C44F00"/>
    <w:rsid w:val="00C54F7D"/>
    <w:rsid w:val="00C65455"/>
    <w:rsid w:val="00C740C2"/>
    <w:rsid w:val="00C74B6A"/>
    <w:rsid w:val="00C871F9"/>
    <w:rsid w:val="00CA5A98"/>
    <w:rsid w:val="00CB5A09"/>
    <w:rsid w:val="00CB792A"/>
    <w:rsid w:val="00CC22B4"/>
    <w:rsid w:val="00CD0799"/>
    <w:rsid w:val="00CE2E7C"/>
    <w:rsid w:val="00CE5587"/>
    <w:rsid w:val="00CE6B36"/>
    <w:rsid w:val="00CF293E"/>
    <w:rsid w:val="00D06575"/>
    <w:rsid w:val="00D0688D"/>
    <w:rsid w:val="00D10C09"/>
    <w:rsid w:val="00D234B0"/>
    <w:rsid w:val="00D310E8"/>
    <w:rsid w:val="00D461E9"/>
    <w:rsid w:val="00D517A7"/>
    <w:rsid w:val="00D5642A"/>
    <w:rsid w:val="00D61849"/>
    <w:rsid w:val="00D7095E"/>
    <w:rsid w:val="00D80C51"/>
    <w:rsid w:val="00D83174"/>
    <w:rsid w:val="00D83B47"/>
    <w:rsid w:val="00D875E2"/>
    <w:rsid w:val="00D87DCE"/>
    <w:rsid w:val="00D964C9"/>
    <w:rsid w:val="00D968D3"/>
    <w:rsid w:val="00DA3357"/>
    <w:rsid w:val="00DB0BB5"/>
    <w:rsid w:val="00DB4381"/>
    <w:rsid w:val="00DB4CD5"/>
    <w:rsid w:val="00DB74AE"/>
    <w:rsid w:val="00DC4246"/>
    <w:rsid w:val="00DD02CC"/>
    <w:rsid w:val="00DD59E6"/>
    <w:rsid w:val="00DE2CB4"/>
    <w:rsid w:val="00DF34D9"/>
    <w:rsid w:val="00DF4C8F"/>
    <w:rsid w:val="00DF55E2"/>
    <w:rsid w:val="00DF7698"/>
    <w:rsid w:val="00E00193"/>
    <w:rsid w:val="00E07E5F"/>
    <w:rsid w:val="00E175C1"/>
    <w:rsid w:val="00E33962"/>
    <w:rsid w:val="00E36FE2"/>
    <w:rsid w:val="00E418D9"/>
    <w:rsid w:val="00E41C30"/>
    <w:rsid w:val="00E51015"/>
    <w:rsid w:val="00E57BC7"/>
    <w:rsid w:val="00E639A0"/>
    <w:rsid w:val="00E644EF"/>
    <w:rsid w:val="00EA1EBD"/>
    <w:rsid w:val="00EA6207"/>
    <w:rsid w:val="00EA69CA"/>
    <w:rsid w:val="00EB0128"/>
    <w:rsid w:val="00EB09BC"/>
    <w:rsid w:val="00EC6F8F"/>
    <w:rsid w:val="00EC7B1E"/>
    <w:rsid w:val="00ED6B47"/>
    <w:rsid w:val="00EE2BC0"/>
    <w:rsid w:val="00EE6316"/>
    <w:rsid w:val="00EE70FE"/>
    <w:rsid w:val="00EF04AD"/>
    <w:rsid w:val="00EF35AD"/>
    <w:rsid w:val="00EF3E9F"/>
    <w:rsid w:val="00EF62D2"/>
    <w:rsid w:val="00F066F1"/>
    <w:rsid w:val="00F12141"/>
    <w:rsid w:val="00F13DBB"/>
    <w:rsid w:val="00F264F4"/>
    <w:rsid w:val="00F26655"/>
    <w:rsid w:val="00F26662"/>
    <w:rsid w:val="00F26DFE"/>
    <w:rsid w:val="00F36120"/>
    <w:rsid w:val="00F42C31"/>
    <w:rsid w:val="00F43BEF"/>
    <w:rsid w:val="00F44420"/>
    <w:rsid w:val="00F56128"/>
    <w:rsid w:val="00F62D22"/>
    <w:rsid w:val="00F63952"/>
    <w:rsid w:val="00F663D7"/>
    <w:rsid w:val="00F83CAA"/>
    <w:rsid w:val="00F8473D"/>
    <w:rsid w:val="00F8484D"/>
    <w:rsid w:val="00F92B61"/>
    <w:rsid w:val="00FA3DFA"/>
    <w:rsid w:val="00FB65D6"/>
    <w:rsid w:val="00FC43FB"/>
    <w:rsid w:val="00FC492E"/>
    <w:rsid w:val="00FC7BB4"/>
    <w:rsid w:val="00FD10F9"/>
    <w:rsid w:val="00FD1792"/>
    <w:rsid w:val="00FD6C74"/>
    <w:rsid w:val="00FD77C2"/>
    <w:rsid w:val="00FE50C4"/>
    <w:rsid w:val="00FE5EE7"/>
    <w:rsid w:val="00FE6C5B"/>
    <w:rsid w:val="00FF3DFD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373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dge</dc:creator>
  <cp:lastModifiedBy>ju dge</cp:lastModifiedBy>
  <cp:revision>46</cp:revision>
  <cp:lastPrinted>2013-06-30T14:09:00Z</cp:lastPrinted>
  <dcterms:created xsi:type="dcterms:W3CDTF">2013-06-18T19:09:00Z</dcterms:created>
  <dcterms:modified xsi:type="dcterms:W3CDTF">2013-06-30T14:09:00Z</dcterms:modified>
</cp:coreProperties>
</file>